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32FC6C22" w:rsidR="0022369B" w:rsidRDefault="00F0706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scheidingswand</w:t>
      </w:r>
    </w:p>
    <w:p w14:paraId="382246BC" w14:textId="3699AEF1" w:rsidR="0022369B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waarbij de bovenkant schuin oploopt naar de muur toe</w:t>
      </w:r>
    </w:p>
    <w:p w14:paraId="16006AC6" w14:textId="622509B6" w:rsidR="00291714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waarbij de onderkant schuin </w:t>
      </w:r>
      <w:r w:rsidR="0059395E">
        <w:rPr>
          <w:rFonts w:ascii="Arial" w:hAnsi="Arial"/>
        </w:rPr>
        <w:t>afhelt naar de muur toe</w:t>
      </w:r>
    </w:p>
    <w:p w14:paraId="49B4F01A" w14:textId="6AF86CDF" w:rsidR="00AB18D2" w:rsidRDefault="00AB18D2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met afgeronde hoeken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2B15D3D9" w:rsidR="00F97930" w:rsidRDefault="00922705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scheidingswand is van</w:t>
      </w:r>
      <w:r w:rsidR="00F07063">
        <w:rPr>
          <w:rFonts w:ascii="Arial" w:hAnsi="Arial"/>
        </w:rPr>
        <w:t xml:space="preserve"> verhard polyurethaan schuim</w:t>
      </w:r>
    </w:p>
    <w:p w14:paraId="21DA7095" w14:textId="5173CAC8" w:rsidR="00F97930" w:rsidRDefault="0092270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 is van metaal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194A0D" w14:textId="32CA7655" w:rsidR="00297424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kleurvast (wit)</w:t>
      </w:r>
    </w:p>
    <w:p w14:paraId="233AB622" w14:textId="532BA0E4" w:rsidR="00DC4317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bestand tegen urine</w:t>
      </w:r>
    </w:p>
    <w:p w14:paraId="6A0947F2" w14:textId="648E0985" w:rsidR="00DC3141" w:rsidRPr="008972DD" w:rsidRDefault="00AB18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verdoken bevestiging</w:t>
      </w:r>
    </w:p>
    <w:bookmarkEnd w:id="1"/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1D87F383" w:rsidR="0020639C" w:rsidRPr="00735DE7" w:rsidRDefault="00F07063" w:rsidP="00157D48">
            <w:pPr>
              <w:jc w:val="right"/>
            </w:pPr>
            <w:r>
              <w:t>4</w:t>
            </w:r>
            <w:r w:rsidR="000A1C78">
              <w:t>2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1E3D8217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0A1C78">
              <w:rPr>
                <w:rFonts w:ascii="Arial" w:hAnsi="Arial"/>
              </w:rPr>
              <w:t>6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5B423843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76054E41" w:rsidR="000C0EB2" w:rsidRPr="00A75548" w:rsidRDefault="00E851AF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4980415" wp14:editId="16E165D5">
                  <wp:extent cx="75755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5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24D6B84F" w:rsidR="000C0EB2" w:rsidRPr="00A75548" w:rsidRDefault="00287E34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6972BC" wp14:editId="54636D70">
                  <wp:extent cx="76581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8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2CA55FF0" w:rsidR="000C0EB2" w:rsidRPr="00A75548" w:rsidRDefault="00516194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F5E411B" wp14:editId="3DF492DF">
                  <wp:extent cx="1985010" cy="18383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342EDF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0AC17EC3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5329D7">
      <w:rPr>
        <w:rFonts w:ascii="Arial" w:hAnsi="Arial"/>
        <w:b/>
      </w:rPr>
      <w:t>Design</w:t>
    </w:r>
    <w:r w:rsidR="00E01271">
      <w:rPr>
        <w:rFonts w:ascii="Arial" w:hAnsi="Arial"/>
        <w:b/>
      </w:rPr>
      <w:t xml:space="preserve"> urinoirsche</w:t>
    </w:r>
    <w:r w:rsidR="00562183">
      <w:rPr>
        <w:rFonts w:ascii="Arial" w:hAnsi="Arial"/>
        <w:b/>
      </w:rPr>
      <w:t>i</w:t>
    </w:r>
    <w:r w:rsidR="00E01271">
      <w:rPr>
        <w:rFonts w:ascii="Arial" w:hAnsi="Arial"/>
        <w:b/>
      </w:rPr>
      <w:t>dingswand,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407A45E6" w:rsidR="007C7FFA" w:rsidRPr="00B64DD5" w:rsidRDefault="001B6EC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kunststof, </w:t>
    </w:r>
    <w:r w:rsidR="00E01271">
      <w:rPr>
        <w:rFonts w:ascii="Arial" w:hAnsi="Arial"/>
        <w:b/>
      </w:rPr>
      <w:t>wit</w:t>
    </w:r>
    <w:r w:rsidR="009A6132">
      <w:rPr>
        <w:rFonts w:ascii="Arial" w:hAnsi="Arial"/>
        <w:b/>
      </w:rPr>
      <w:t>, 11</w:t>
    </w:r>
    <w:r w:rsidR="00E01271">
      <w:rPr>
        <w:rFonts w:ascii="Arial" w:hAnsi="Arial"/>
        <w:b/>
      </w:rPr>
      <w:t>5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2</w:t>
    </w:r>
    <w:r w:rsidR="009A6132">
      <w:rPr>
        <w:rFonts w:ascii="Arial" w:hAnsi="Arial"/>
        <w:b/>
      </w:rPr>
      <w:t>0</w:t>
    </w:r>
    <w:r w:rsidR="005329D7">
      <w:rPr>
        <w:rFonts w:ascii="Arial" w:hAnsi="Arial"/>
        <w:b/>
      </w:rPr>
      <w:t>2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11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EC4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1a89d3b-8913-4922-a719-bed589bc061b"/>
    <ds:schemaRef ds:uri="http://schemas.microsoft.com/office/2006/metadata/properties"/>
    <ds:schemaRef ds:uri="http://purl.org/dc/terms/"/>
    <ds:schemaRef ds:uri="a2313ea8-4521-49e8-b6bb-ca19bded6e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909FD3D-108B-4506-81F4-446204FB361B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74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2011-12-15T11:32:00Z</cp:lastPrinted>
  <dcterms:created xsi:type="dcterms:W3CDTF">2024-01-05T12:28:00Z</dcterms:created>
  <dcterms:modified xsi:type="dcterms:W3CDTF">2024-01-05T12:36:00Z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